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96" w:rsidRPr="00D93892" w:rsidRDefault="00E82899" w:rsidP="005A6D89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  <w:r w:rsidRPr="00430DD4">
        <w:rPr>
          <w:b w:val="0"/>
          <w:sz w:val="28"/>
          <w:lang w:val="fr-FR"/>
        </w:rPr>
        <w:t>Evénement</w:t>
      </w:r>
    </w:p>
    <w:p w:rsidR="00F66F7A" w:rsidRPr="004D01A9" w:rsidRDefault="00F66F7A" w:rsidP="00F66F7A">
      <w:pPr>
        <w:rPr>
          <w:lang w:val="fr-F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E82899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E82899" w:rsidRDefault="00E82899" w:rsidP="00ED749C">
            <w:pPr>
              <w:keepNext/>
              <w:keepLines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E82899" w:rsidRPr="00372B37" w:rsidRDefault="00E82899" w:rsidP="00ED749C">
            <w:pPr>
              <w:keepNext/>
              <w:keepLines/>
            </w:pPr>
            <w:r>
              <w:t>nur das 2. Kästchen wurde angekreuzt (B).</w:t>
            </w:r>
          </w:p>
        </w:tc>
      </w:tr>
    </w:tbl>
    <w:p w:rsidR="007E0A4D" w:rsidRPr="00E82899" w:rsidRDefault="007E0A4D" w:rsidP="005A6D89">
      <w:pPr>
        <w:pStyle w:val="berschrift2"/>
        <w:jc w:val="center"/>
        <w:rPr>
          <w:b w:val="0"/>
          <w:sz w:val="28"/>
        </w:rPr>
      </w:pPr>
    </w:p>
    <w:sectPr w:rsidR="007E0A4D" w:rsidRPr="00E82899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434E7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26FC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0DD4"/>
    <w:rsid w:val="00432124"/>
    <w:rsid w:val="00455169"/>
    <w:rsid w:val="00460D51"/>
    <w:rsid w:val="00461D1A"/>
    <w:rsid w:val="004A0EB1"/>
    <w:rsid w:val="004A400B"/>
    <w:rsid w:val="004D01A9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87663"/>
    <w:rsid w:val="0059034C"/>
    <w:rsid w:val="00593590"/>
    <w:rsid w:val="005A6D89"/>
    <w:rsid w:val="005D22C4"/>
    <w:rsid w:val="005E4354"/>
    <w:rsid w:val="0061709D"/>
    <w:rsid w:val="006330E5"/>
    <w:rsid w:val="00634438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3A40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C620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93892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82899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2012-12-20T12:24:00Z</dcterms:created>
  <dcterms:modified xsi:type="dcterms:W3CDTF">2013-03-25T16:02:00Z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